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C65E58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p w:rsidR="00D054D7" w:rsidRDefault="00D054D7" w:rsidP="00D054D7">
      <w:pPr>
        <w:autoSpaceDE w:val="0"/>
        <w:autoSpaceDN w:val="0"/>
        <w:adjustRightInd w:val="0"/>
        <w:ind w:left="10065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325"/>
      </w:tblGrid>
      <w:tr w:rsidR="001C4A05" w:rsidRPr="00E73D15" w:rsidTr="001C4A05">
        <w:tc>
          <w:tcPr>
            <w:tcW w:w="10740" w:type="dxa"/>
          </w:tcPr>
          <w:p w:rsidR="001C4A05" w:rsidRPr="00E73D15" w:rsidRDefault="001C4A05" w:rsidP="001C4A05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325" w:type="dxa"/>
          </w:tcPr>
          <w:p w:rsidR="001C4A05" w:rsidRPr="00E73D15" w:rsidRDefault="00B71A81" w:rsidP="001C4A05">
            <w:pPr>
              <w:rPr>
                <w:rFonts w:ascii="Times New Roman" w:hAnsi="Times New Roman"/>
                <w:sz w:val="28"/>
                <w:szCs w:val="28"/>
              </w:rPr>
            </w:pPr>
            <w:r w:rsidRPr="00E73D15">
              <w:rPr>
                <w:rFonts w:ascii="Times New Roman" w:hAnsi="Times New Roman"/>
                <w:sz w:val="28"/>
                <w:szCs w:val="28"/>
              </w:rPr>
              <w:t>Приложение № 6</w:t>
            </w:r>
          </w:p>
          <w:p w:rsidR="001C4A05" w:rsidRPr="00E73D15" w:rsidRDefault="001C4A05" w:rsidP="001C4A05">
            <w:pPr>
              <w:rPr>
                <w:rFonts w:ascii="Times New Roman" w:hAnsi="Times New Roman"/>
                <w:sz w:val="28"/>
                <w:szCs w:val="28"/>
              </w:rPr>
            </w:pPr>
            <w:r w:rsidRPr="00E73D15">
              <w:rPr>
                <w:rFonts w:ascii="Times New Roman" w:hAnsi="Times New Roman"/>
                <w:sz w:val="28"/>
                <w:szCs w:val="28"/>
              </w:rPr>
              <w:t>к постановлению Правительства</w:t>
            </w:r>
          </w:p>
          <w:p w:rsidR="001C4A05" w:rsidRPr="00E73D15" w:rsidRDefault="001C4A05" w:rsidP="001C4A05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E73D15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1C4A05" w:rsidRPr="00E73D15" w:rsidTr="001C4A05">
        <w:tc>
          <w:tcPr>
            <w:tcW w:w="10740" w:type="dxa"/>
          </w:tcPr>
          <w:p w:rsidR="001C4A05" w:rsidRPr="00E73D15" w:rsidRDefault="001C4A05" w:rsidP="001C4A05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325" w:type="dxa"/>
          </w:tcPr>
          <w:p w:rsidR="001C4A05" w:rsidRPr="00E73D15" w:rsidRDefault="00C65E58" w:rsidP="001C4A0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18.12.2019 № 416</w:t>
            </w:r>
            <w:bookmarkStart w:id="0" w:name="_GoBack"/>
            <w:bookmarkEnd w:id="0"/>
          </w:p>
        </w:tc>
      </w:tr>
    </w:tbl>
    <w:p w:rsidR="002950D2" w:rsidRPr="00E73D15" w:rsidRDefault="002950D2" w:rsidP="002877D9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</w:p>
    <w:p w:rsidR="002877D9" w:rsidRPr="00E73D15" w:rsidRDefault="002877D9" w:rsidP="002877D9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r w:rsidRPr="00E73D15">
        <w:rPr>
          <w:rFonts w:ascii="Times New Roman" w:eastAsia="Calibri" w:hAnsi="Times New Roman"/>
          <w:sz w:val="28"/>
          <w:szCs w:val="28"/>
          <w:lang w:eastAsia="en-US"/>
        </w:rPr>
        <w:t>«5. Система программных мероприятий</w:t>
      </w:r>
    </w:p>
    <w:p w:rsidR="00317B0C" w:rsidRDefault="00317B0C" w:rsidP="002877D9">
      <w:pPr>
        <w:autoSpaceDE w:val="0"/>
        <w:autoSpaceDN w:val="0"/>
        <w:adjustRightInd w:val="0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14402" w:type="dxa"/>
        <w:tblInd w:w="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16"/>
        <w:gridCol w:w="2292"/>
        <w:gridCol w:w="1486"/>
        <w:gridCol w:w="1487"/>
        <w:gridCol w:w="1417"/>
        <w:gridCol w:w="1264"/>
        <w:gridCol w:w="1105"/>
        <w:gridCol w:w="1083"/>
        <w:gridCol w:w="792"/>
        <w:gridCol w:w="1105"/>
        <w:gridCol w:w="1755"/>
      </w:tblGrid>
      <w:tr w:rsidR="00947EA8" w:rsidRPr="00E73D15" w:rsidTr="00E73D15">
        <w:trPr>
          <w:trHeight w:val="720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7EA8" w:rsidRPr="00E73D15" w:rsidRDefault="00947EA8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pacing w:val="-2"/>
                <w:sz w:val="24"/>
                <w:szCs w:val="24"/>
              </w:rPr>
              <w:t>№</w:t>
            </w:r>
          </w:p>
          <w:p w:rsidR="00947EA8" w:rsidRPr="00E73D15" w:rsidRDefault="00947EA8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pacing w:val="-2"/>
                <w:sz w:val="24"/>
                <w:szCs w:val="24"/>
              </w:rPr>
              <w:t>п/п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7EA8" w:rsidRPr="00E73D15" w:rsidRDefault="00947EA8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pacing w:val="-2"/>
                <w:sz w:val="24"/>
                <w:szCs w:val="24"/>
              </w:rPr>
              <w:t>Программные мероприятия, обеспечивающие выполнение задачи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7EA8" w:rsidRPr="00E73D15" w:rsidRDefault="00947EA8" w:rsidP="00E73D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pacing w:val="-2"/>
                <w:sz w:val="24"/>
                <w:szCs w:val="24"/>
              </w:rPr>
              <w:t>Главные</w:t>
            </w:r>
          </w:p>
          <w:p w:rsidR="00947EA8" w:rsidRPr="00E73D15" w:rsidRDefault="00947EA8" w:rsidP="00E73D15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pacing w:val="-2"/>
                <w:sz w:val="24"/>
                <w:szCs w:val="24"/>
              </w:rPr>
              <w:t>распоря</w:t>
            </w:r>
            <w:r w:rsidR="00E73D15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E73D15">
              <w:rPr>
                <w:rFonts w:ascii="Times New Roman" w:hAnsi="Times New Roman"/>
                <w:spacing w:val="-2"/>
                <w:sz w:val="24"/>
                <w:szCs w:val="24"/>
              </w:rPr>
              <w:t>дители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7EA8" w:rsidRPr="00E73D15" w:rsidRDefault="00947EA8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pacing w:val="-2"/>
                <w:sz w:val="24"/>
                <w:szCs w:val="24"/>
              </w:rPr>
              <w:t>Исполни</w:t>
            </w:r>
            <w:r w:rsidR="00E73D15">
              <w:rPr>
                <w:rFonts w:ascii="Times New Roman" w:hAnsi="Times New Roman"/>
                <w:spacing w:val="-2"/>
                <w:sz w:val="24"/>
                <w:szCs w:val="24"/>
              </w:rPr>
              <w:t>-</w:t>
            </w:r>
            <w:r w:rsidRPr="00E73D15">
              <w:rPr>
                <w:rFonts w:ascii="Times New Roman" w:hAnsi="Times New Roman"/>
                <w:spacing w:val="-2"/>
                <w:sz w:val="24"/>
                <w:szCs w:val="24"/>
              </w:rPr>
              <w:t>тели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7EA8" w:rsidRPr="00E73D15" w:rsidRDefault="00947EA8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pacing w:val="-2"/>
                <w:sz w:val="24"/>
                <w:szCs w:val="24"/>
              </w:rPr>
              <w:t>Источник финанси-рования</w:t>
            </w:r>
          </w:p>
        </w:tc>
        <w:tc>
          <w:tcPr>
            <w:tcW w:w="53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EA8" w:rsidRPr="00E73D15" w:rsidRDefault="00947EA8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pacing w:val="-2"/>
                <w:sz w:val="24"/>
                <w:szCs w:val="24"/>
              </w:rPr>
              <w:t>Объемы финансирования,</w:t>
            </w:r>
          </w:p>
          <w:p w:rsidR="00947EA8" w:rsidRPr="00E73D15" w:rsidRDefault="00947EA8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pacing w:val="-2"/>
                <w:sz w:val="24"/>
                <w:szCs w:val="24"/>
              </w:rPr>
              <w:t>тыс. руб.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7EA8" w:rsidRPr="00E73D15" w:rsidRDefault="00947EA8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pacing w:val="-2"/>
                <w:sz w:val="24"/>
                <w:szCs w:val="24"/>
              </w:rPr>
              <w:t>Ожидаемый</w:t>
            </w:r>
          </w:p>
          <w:p w:rsidR="00947EA8" w:rsidRPr="00E73D15" w:rsidRDefault="00947EA8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pacing w:val="-2"/>
                <w:sz w:val="24"/>
                <w:szCs w:val="24"/>
              </w:rPr>
              <w:t>результат</w:t>
            </w:r>
          </w:p>
          <w:p w:rsidR="00947EA8" w:rsidRPr="00E73D15" w:rsidRDefault="00947EA8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</w:p>
        </w:tc>
      </w:tr>
      <w:tr w:rsidR="00947EA8" w:rsidRPr="00E73D15" w:rsidTr="00E73D15">
        <w:trPr>
          <w:trHeight w:val="304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7EA8" w:rsidRPr="00E73D15" w:rsidRDefault="00947EA8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7EA8" w:rsidRPr="00E73D15" w:rsidRDefault="00947EA8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7EA8" w:rsidRPr="00E73D15" w:rsidRDefault="00947EA8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7EA8" w:rsidRPr="00E73D15" w:rsidRDefault="00947EA8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7EA8" w:rsidRPr="00E73D15" w:rsidRDefault="00947EA8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7EA8" w:rsidRPr="00E73D15" w:rsidRDefault="00947EA8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4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7EA8" w:rsidRPr="00E73D15" w:rsidRDefault="00947EA8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pacing w:val="-2"/>
                <w:sz w:val="24"/>
                <w:szCs w:val="24"/>
              </w:rPr>
              <w:t>в том числе по годам</w:t>
            </w: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47EA8" w:rsidRPr="00E73D15" w:rsidRDefault="00947EA8" w:rsidP="00947EA8">
            <w:pPr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</w:p>
        </w:tc>
      </w:tr>
      <w:tr w:rsidR="00F562AF" w:rsidRPr="00E73D15" w:rsidTr="00E73D15">
        <w:trPr>
          <w:trHeight w:val="170"/>
          <w:tblHeader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2AF" w:rsidRPr="00E73D15" w:rsidRDefault="00F562AF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22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2AF" w:rsidRPr="00E73D15" w:rsidRDefault="00F562AF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2AF" w:rsidRPr="00E73D15" w:rsidRDefault="00F562AF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2AF" w:rsidRPr="00E73D15" w:rsidRDefault="00F562AF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2AF" w:rsidRPr="00E73D15" w:rsidRDefault="00F562AF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2AF" w:rsidRPr="00E73D15" w:rsidRDefault="00F562AF" w:rsidP="00947EA8">
            <w:pPr>
              <w:rPr>
                <w:rFonts w:ascii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62AF" w:rsidRPr="00E73D15" w:rsidRDefault="00F562AF" w:rsidP="00947EA8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pacing w:val="-2"/>
                <w:sz w:val="24"/>
                <w:szCs w:val="24"/>
              </w:rPr>
              <w:t>2019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62AF" w:rsidRPr="00E73D15" w:rsidRDefault="00F562AF" w:rsidP="00947EA8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pacing w:val="-2"/>
                <w:sz w:val="24"/>
                <w:szCs w:val="24"/>
              </w:rPr>
              <w:t>2020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562AF" w:rsidRPr="00E73D15" w:rsidRDefault="00F562AF" w:rsidP="00947EA8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pacing w:val="-2"/>
                <w:sz w:val="24"/>
                <w:szCs w:val="24"/>
              </w:rPr>
              <w:t>2021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62AF" w:rsidRPr="00E73D15" w:rsidRDefault="00F562AF" w:rsidP="00947EA8">
            <w:pPr>
              <w:spacing w:line="228" w:lineRule="auto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pacing w:val="-2"/>
                <w:sz w:val="24"/>
                <w:szCs w:val="24"/>
              </w:rPr>
              <w:t>2022</w:t>
            </w: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62AF" w:rsidRPr="00E73D15" w:rsidRDefault="00F562AF" w:rsidP="00947EA8">
            <w:pPr>
              <w:rPr>
                <w:rFonts w:ascii="Times New Roman" w:hAnsi="Times New Roman"/>
                <w:i/>
                <w:spacing w:val="-2"/>
                <w:sz w:val="24"/>
                <w:szCs w:val="24"/>
              </w:rPr>
            </w:pPr>
          </w:p>
        </w:tc>
      </w:tr>
    </w:tbl>
    <w:p w:rsidR="00E73D15" w:rsidRPr="00E73D15" w:rsidRDefault="00E73D15">
      <w:pPr>
        <w:rPr>
          <w:rFonts w:ascii="Times New Roman" w:hAnsi="Times New Roman"/>
          <w:sz w:val="2"/>
          <w:szCs w:val="2"/>
        </w:rPr>
      </w:pPr>
    </w:p>
    <w:tbl>
      <w:tblPr>
        <w:tblW w:w="14402" w:type="dxa"/>
        <w:tblInd w:w="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16"/>
        <w:gridCol w:w="2292"/>
        <w:gridCol w:w="1486"/>
        <w:gridCol w:w="1487"/>
        <w:gridCol w:w="1417"/>
        <w:gridCol w:w="1264"/>
        <w:gridCol w:w="1105"/>
        <w:gridCol w:w="1083"/>
        <w:gridCol w:w="792"/>
        <w:gridCol w:w="1105"/>
        <w:gridCol w:w="1755"/>
      </w:tblGrid>
      <w:tr w:rsidR="00F562AF" w:rsidRPr="00E73D15" w:rsidTr="00E73D15">
        <w:trPr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AF" w:rsidRPr="00E73D15" w:rsidRDefault="00F562AF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AF" w:rsidRPr="00E73D15" w:rsidRDefault="00F562AF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AF" w:rsidRPr="00E73D15" w:rsidRDefault="00F562AF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AF" w:rsidRPr="00E73D15" w:rsidRDefault="00F562AF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AF" w:rsidRPr="00E73D15" w:rsidRDefault="00F562AF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AF" w:rsidRPr="00E73D15" w:rsidRDefault="00F562AF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AF" w:rsidRPr="00E73D15" w:rsidRDefault="00F562AF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AF" w:rsidRPr="00E73D15" w:rsidRDefault="00F562AF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AF" w:rsidRPr="00E73D15" w:rsidRDefault="00F562AF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947E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AF" w:rsidRPr="00E73D15" w:rsidRDefault="00F562AF" w:rsidP="00F562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3D1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F562AF" w:rsidRPr="00E73D15" w:rsidTr="00E73D15">
        <w:trPr>
          <w:trHeight w:val="61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62AF" w:rsidRPr="00E73D15" w:rsidRDefault="00F562AF" w:rsidP="002950D2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Задача 1. Содействие восстановлению (ремонту, реставрации, благоустройству) воинских захоронений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62AF" w:rsidRPr="00E73D15" w:rsidRDefault="00F562AF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2261,73987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197,31987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804,42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630,0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630,0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3D15" w:rsidRDefault="00F562AF" w:rsidP="00B71A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3D15">
              <w:rPr>
                <w:rFonts w:ascii="Times New Roman" w:hAnsi="Times New Roman" w:cs="Times New Roman"/>
                <w:szCs w:val="22"/>
              </w:rPr>
              <w:t xml:space="preserve">восстановление не менее </w:t>
            </w:r>
          </w:p>
          <w:p w:rsidR="00F562AF" w:rsidRPr="00E73D15" w:rsidRDefault="00F562AF" w:rsidP="00B71A8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3D15">
              <w:rPr>
                <w:rFonts w:ascii="Times New Roman" w:hAnsi="Times New Roman" w:cs="Times New Roman"/>
                <w:szCs w:val="22"/>
              </w:rPr>
              <w:t>17 воинских захоронений</w:t>
            </w:r>
            <w:r w:rsidR="004A6903" w:rsidRPr="00E73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6903" w:rsidRPr="00E73D15">
              <w:rPr>
                <w:rFonts w:ascii="Times New Roman" w:hAnsi="Times New Roman" w:cs="Times New Roman"/>
                <w:szCs w:val="22"/>
              </w:rPr>
              <w:t>в муниципальных образованиях Рязанской области</w:t>
            </w:r>
            <w:r w:rsidRPr="00E73D15">
              <w:rPr>
                <w:rFonts w:ascii="Times New Roman" w:hAnsi="Times New Roman" w:cs="Times New Roman"/>
                <w:szCs w:val="22"/>
              </w:rPr>
              <w:t xml:space="preserve">, установка не менее </w:t>
            </w:r>
            <w:r w:rsidR="00B71A81" w:rsidRPr="00E73D15">
              <w:rPr>
                <w:rFonts w:ascii="Times New Roman" w:hAnsi="Times New Roman" w:cs="Times New Roman"/>
                <w:szCs w:val="22"/>
              </w:rPr>
              <w:t>3</w:t>
            </w:r>
            <w:r w:rsidRPr="00E73D15">
              <w:rPr>
                <w:rFonts w:ascii="Times New Roman" w:hAnsi="Times New Roman" w:cs="Times New Roman"/>
                <w:szCs w:val="22"/>
              </w:rPr>
              <w:t xml:space="preserve"> мемориальных знаков на воинских захоронениях в муниципальных образованиях Рязанской области</w:t>
            </w:r>
          </w:p>
        </w:tc>
      </w:tr>
      <w:tr w:rsidR="00F562AF" w:rsidRPr="00E73D15" w:rsidTr="00E73D15">
        <w:trPr>
          <w:trHeight w:val="615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outlineLvl w:val="3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F562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7878,0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4558,4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2338,3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981,3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62AF" w:rsidRPr="00E73D15" w:rsidTr="00E73D15">
        <w:trPr>
          <w:trHeight w:val="61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6B2739">
            <w:pPr>
              <w:pStyle w:val="ConsPlusNormal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Предоставление субсидий бюджетам муниципальных образований</w:t>
            </w:r>
            <w:r w:rsidR="006B2739">
              <w:rPr>
                <w:rFonts w:ascii="Times New Roman" w:hAnsi="Times New Roman" w:cs="Times New Roman"/>
              </w:rPr>
              <w:t xml:space="preserve"> Рязанской области </w:t>
            </w:r>
            <w:r w:rsidRPr="00E73D15">
              <w:rPr>
                <w:rFonts w:ascii="Times New Roman" w:hAnsi="Times New Roman" w:cs="Times New Roman"/>
              </w:rPr>
              <w:t xml:space="preserve">на восстановление (ремонт, реставрацию, благоустройство) воинских захоронений, находящихся </w:t>
            </w:r>
            <w:r w:rsidR="00FB151D">
              <w:rPr>
                <w:rFonts w:ascii="Times New Roman" w:hAnsi="Times New Roman" w:cs="Times New Roman"/>
              </w:rPr>
              <w:t xml:space="preserve">на территории муниципальных образований 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E73D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министерство по делам территорий и информа</w:t>
            </w:r>
            <w:r w:rsidR="00E73D15">
              <w:rPr>
                <w:rFonts w:ascii="Times New Roman" w:hAnsi="Times New Roman" w:cs="Times New Roman"/>
              </w:rPr>
              <w:t>-</w:t>
            </w:r>
            <w:r w:rsidRPr="00E73D15">
              <w:rPr>
                <w:rFonts w:ascii="Times New Roman" w:hAnsi="Times New Roman" w:cs="Times New Roman"/>
              </w:rPr>
              <w:t>ционной политике Рязанской области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E73D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министерство по делам территорий и информа</w:t>
            </w:r>
            <w:r w:rsidR="00E73D15">
              <w:rPr>
                <w:rFonts w:ascii="Times New Roman" w:hAnsi="Times New Roman" w:cs="Times New Roman"/>
              </w:rPr>
              <w:t>-</w:t>
            </w:r>
            <w:r w:rsidRPr="00E73D15">
              <w:rPr>
                <w:rFonts w:ascii="Times New Roman" w:hAnsi="Times New Roman" w:cs="Times New Roman"/>
              </w:rPr>
              <w:t>ционной политике Рязанской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AF" w:rsidRPr="00E73D15" w:rsidRDefault="00D143C2" w:rsidP="00D354E4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73D15">
              <w:rPr>
                <w:rFonts w:ascii="Times New Roman" w:hAnsi="Times New Roman" w:cs="Times New Roman"/>
              </w:rPr>
              <w:t>2237,19287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197,31987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3377DB" w:rsidRDefault="00A20308" w:rsidP="00531E67">
            <w:pPr>
              <w:pStyle w:val="ConsPlusNormal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3377DB">
              <w:rPr>
                <w:rFonts w:ascii="Times New Roman" w:hAnsi="Times New Roman" w:cs="Times New Roman"/>
                <w:spacing w:val="-2"/>
              </w:rPr>
              <w:t>792,15535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A20308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630,0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951522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617,71765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rPr>
                <w:rFonts w:ascii="Times New Roman" w:hAnsi="Times New Roman"/>
              </w:rPr>
            </w:pPr>
          </w:p>
        </w:tc>
      </w:tr>
      <w:tr w:rsidR="00F562AF" w:rsidRPr="00E73D15" w:rsidTr="00E73D15">
        <w:trPr>
          <w:trHeight w:val="284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2AF" w:rsidRPr="00E73D15" w:rsidRDefault="00D143C2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7738,9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2AF" w:rsidRPr="00E73D15" w:rsidRDefault="00BF42DE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4488,9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2AF" w:rsidRPr="00E73D15" w:rsidRDefault="00BF42DE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2338,3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2AF" w:rsidRPr="00E73D15" w:rsidRDefault="00BF42DE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911,7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rPr>
                <w:rFonts w:ascii="Times New Roman" w:hAnsi="Times New Roman"/>
              </w:rPr>
            </w:pPr>
          </w:p>
        </w:tc>
      </w:tr>
      <w:tr w:rsidR="00F562AF" w:rsidRPr="00E73D15" w:rsidTr="00E73D15">
        <w:trPr>
          <w:trHeight w:val="983"/>
        </w:trPr>
        <w:tc>
          <w:tcPr>
            <w:tcW w:w="61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22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6B2739">
            <w:pPr>
              <w:pStyle w:val="ConsPlusNormal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Предоставление субсидий бюджетам муниципальных образований</w:t>
            </w:r>
            <w:r w:rsidR="006B2739">
              <w:rPr>
                <w:rFonts w:ascii="Times New Roman" w:hAnsi="Times New Roman" w:cs="Times New Roman"/>
              </w:rPr>
              <w:t xml:space="preserve"> Рязанской области </w:t>
            </w:r>
            <w:r w:rsidRPr="00E73D15">
              <w:rPr>
                <w:rFonts w:ascii="Times New Roman" w:hAnsi="Times New Roman" w:cs="Times New Roman"/>
              </w:rPr>
              <w:t xml:space="preserve">на установку мемориальных знаков на воинских захоронениях, находящихся </w:t>
            </w:r>
            <w:r w:rsidR="00FB151D">
              <w:rPr>
                <w:rFonts w:ascii="Times New Roman" w:hAnsi="Times New Roman" w:cs="Times New Roman"/>
              </w:rPr>
              <w:t xml:space="preserve">на территории муниципальных образований </w:t>
            </w:r>
          </w:p>
        </w:tc>
        <w:tc>
          <w:tcPr>
            <w:tcW w:w="14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министерство по делам территорий и информа</w:t>
            </w:r>
            <w:r w:rsidR="00E73D15">
              <w:rPr>
                <w:rFonts w:ascii="Times New Roman" w:hAnsi="Times New Roman" w:cs="Times New Roman"/>
              </w:rPr>
              <w:t>-</w:t>
            </w:r>
            <w:r w:rsidRPr="00E73D15">
              <w:rPr>
                <w:rFonts w:ascii="Times New Roman" w:hAnsi="Times New Roman" w:cs="Times New Roman"/>
              </w:rPr>
              <w:t>ционной политике Рязанской области</w:t>
            </w:r>
          </w:p>
        </w:tc>
        <w:tc>
          <w:tcPr>
            <w:tcW w:w="14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министерство по делам территорий и информа</w:t>
            </w:r>
            <w:r w:rsidR="00E73D15">
              <w:rPr>
                <w:rFonts w:ascii="Times New Roman" w:hAnsi="Times New Roman" w:cs="Times New Roman"/>
              </w:rPr>
              <w:t>-</w:t>
            </w:r>
            <w:r w:rsidRPr="00E73D15">
              <w:rPr>
                <w:rFonts w:ascii="Times New Roman" w:hAnsi="Times New Roman" w:cs="Times New Roman"/>
              </w:rPr>
              <w:t>ционной политике Рязанской области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F562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</w:tcPr>
          <w:p w:rsidR="00F562AF" w:rsidRPr="00E73D15" w:rsidRDefault="00D143C2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24,547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</w:tcPr>
          <w:p w:rsidR="00F562AF" w:rsidRPr="00E73D15" w:rsidRDefault="00A20308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12,26465</w:t>
            </w:r>
          </w:p>
        </w:tc>
        <w:tc>
          <w:tcPr>
            <w:tcW w:w="792" w:type="dxa"/>
            <w:tcBorders>
              <w:left w:val="single" w:sz="4" w:space="0" w:color="auto"/>
              <w:right w:val="single" w:sz="4" w:space="0" w:color="auto"/>
            </w:tcBorders>
          </w:tcPr>
          <w:p w:rsidR="00F562AF" w:rsidRPr="00E73D15" w:rsidRDefault="004B5444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</w:tcPr>
          <w:p w:rsidR="00F562AF" w:rsidRPr="00E73D15" w:rsidRDefault="00951522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12,28235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rPr>
                <w:rFonts w:ascii="Times New Roman" w:hAnsi="Times New Roman"/>
              </w:rPr>
            </w:pPr>
          </w:p>
        </w:tc>
      </w:tr>
      <w:tr w:rsidR="00F562AF" w:rsidRPr="00E73D15" w:rsidTr="00E73D15">
        <w:trPr>
          <w:trHeight w:val="1398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531E67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D143C2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139,1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BF42DE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BF42DE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BF42DE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69,6</w:t>
            </w:r>
          </w:p>
        </w:tc>
        <w:tc>
          <w:tcPr>
            <w:tcW w:w="1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rPr>
                <w:rFonts w:ascii="Times New Roman" w:hAnsi="Times New Roman"/>
              </w:rPr>
            </w:pPr>
          </w:p>
        </w:tc>
      </w:tr>
      <w:tr w:rsidR="00F562AF" w:rsidRPr="00E73D15" w:rsidTr="00E73D15">
        <w:trPr>
          <w:trHeight w:val="61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Итого по подпрограмме, в том числе: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274EA4" w:rsidRDefault="00F562AF" w:rsidP="00274EA4">
            <w:pPr>
              <w:pStyle w:val="ConsPlusNormal"/>
              <w:ind w:left="-57" w:right="-57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274EA4">
              <w:rPr>
                <w:rFonts w:ascii="Times New Roman" w:hAnsi="Times New Roman" w:cs="Times New Roman"/>
                <w:spacing w:val="-2"/>
              </w:rPr>
              <w:t>10139,73987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197,31987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5362,82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2968,3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1611,3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62AF" w:rsidRPr="00E73D15" w:rsidTr="00E73D15">
        <w:trPr>
          <w:trHeight w:val="615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F562A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2261,73987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197,31987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804,42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630,0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630,0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562AF" w:rsidRPr="00E73D15" w:rsidTr="00E73D15">
        <w:trPr>
          <w:trHeight w:val="615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7878,0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4558,4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2338,3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3F56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73D15">
              <w:rPr>
                <w:rFonts w:ascii="Times New Roman" w:hAnsi="Times New Roman" w:cs="Times New Roman"/>
              </w:rPr>
              <w:t>981,3</w:t>
            </w:r>
            <w:r w:rsidR="00E73D1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2AF" w:rsidRPr="00E73D15" w:rsidRDefault="00F562AF" w:rsidP="00DA2C4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2877D9" w:rsidRPr="00E73D15" w:rsidRDefault="002877D9" w:rsidP="00684595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</w:p>
    <w:sectPr w:rsidR="002877D9" w:rsidRPr="00E73D15" w:rsidSect="00C65E58">
      <w:headerReference w:type="default" r:id="rId11"/>
      <w:type w:val="continuous"/>
      <w:pgSz w:w="16834" w:h="11907" w:orient="landscape" w:code="9"/>
      <w:pgMar w:top="993" w:right="567" w:bottom="1134" w:left="1418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F53" w:rsidRDefault="00732F53">
      <w:r>
        <w:separator/>
      </w:r>
    </w:p>
  </w:endnote>
  <w:endnote w:type="continuationSeparator" w:id="0">
    <w:p w:rsidR="00732F53" w:rsidRDefault="00732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0A6887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F01317">
          <w:pPr>
            <w:pStyle w:val="a6"/>
          </w:pPr>
          <w:r>
            <w:rPr>
              <w:noProof/>
            </w:rPr>
            <w:drawing>
              <wp:inline distT="0" distB="0" distL="0" distR="0" wp14:anchorId="051BA902" wp14:editId="112F6CEC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0A6887" w:rsidRDefault="00F01317" w:rsidP="000A6887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6372603D" wp14:editId="35E30171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0A6887" w:rsidRDefault="00C65E58" w:rsidP="00874556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1803  18.12.2019 15:29:14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0A6887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0A6887" w:rsidRDefault="00876034" w:rsidP="000A6887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0A6887" w:rsidTr="000A6887">
      <w:tc>
        <w:tcPr>
          <w:tcW w:w="2538" w:type="dxa"/>
        </w:tcPr>
        <w:p w:rsidR="00876034" w:rsidRPr="000A6887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0A6887" w:rsidRDefault="00876034" w:rsidP="000A6887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0A6887" w:rsidRDefault="00876034" w:rsidP="000A6887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0A6887" w:rsidRDefault="00876034" w:rsidP="000A6887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F53" w:rsidRDefault="00732F53">
      <w:r>
        <w:separator/>
      </w:r>
    </w:p>
  </w:footnote>
  <w:footnote w:type="continuationSeparator" w:id="0">
    <w:p w:rsidR="00732F53" w:rsidRDefault="00732F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981D5A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981D5A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C65E58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XLdsXqdAp8gQc+ZJ0X9unUS17iA=" w:salt="5K48EN/NEMzTgVBqQiYn5g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87"/>
    <w:rsid w:val="00001D15"/>
    <w:rsid w:val="0001360F"/>
    <w:rsid w:val="00016EE3"/>
    <w:rsid w:val="00017AC7"/>
    <w:rsid w:val="00020E0B"/>
    <w:rsid w:val="00032910"/>
    <w:rsid w:val="000331B3"/>
    <w:rsid w:val="00033413"/>
    <w:rsid w:val="00037C0C"/>
    <w:rsid w:val="000502A3"/>
    <w:rsid w:val="00053BDC"/>
    <w:rsid w:val="00056DEB"/>
    <w:rsid w:val="000613F4"/>
    <w:rsid w:val="00073A7A"/>
    <w:rsid w:val="000749E4"/>
    <w:rsid w:val="00076D5E"/>
    <w:rsid w:val="00084DD3"/>
    <w:rsid w:val="000917C0"/>
    <w:rsid w:val="000A10A6"/>
    <w:rsid w:val="000A6887"/>
    <w:rsid w:val="000B0736"/>
    <w:rsid w:val="000D2563"/>
    <w:rsid w:val="000D6582"/>
    <w:rsid w:val="000F4C9E"/>
    <w:rsid w:val="000F6340"/>
    <w:rsid w:val="00103516"/>
    <w:rsid w:val="00114B94"/>
    <w:rsid w:val="00116AB1"/>
    <w:rsid w:val="00122122"/>
    <w:rsid w:val="00122CFD"/>
    <w:rsid w:val="0013502F"/>
    <w:rsid w:val="00150523"/>
    <w:rsid w:val="00151370"/>
    <w:rsid w:val="001521AE"/>
    <w:rsid w:val="00160F81"/>
    <w:rsid w:val="00162E72"/>
    <w:rsid w:val="00172BB2"/>
    <w:rsid w:val="00175BE5"/>
    <w:rsid w:val="001850F4"/>
    <w:rsid w:val="00190FF9"/>
    <w:rsid w:val="001947BE"/>
    <w:rsid w:val="001A1CA4"/>
    <w:rsid w:val="001A560F"/>
    <w:rsid w:val="001B0982"/>
    <w:rsid w:val="001B32BA"/>
    <w:rsid w:val="001C4A05"/>
    <w:rsid w:val="001E0317"/>
    <w:rsid w:val="001E20F1"/>
    <w:rsid w:val="001F12E8"/>
    <w:rsid w:val="001F228C"/>
    <w:rsid w:val="001F64B8"/>
    <w:rsid w:val="001F7C83"/>
    <w:rsid w:val="00203046"/>
    <w:rsid w:val="00205AB5"/>
    <w:rsid w:val="00213BA2"/>
    <w:rsid w:val="00224DBA"/>
    <w:rsid w:val="00231F1C"/>
    <w:rsid w:val="00233930"/>
    <w:rsid w:val="0023761A"/>
    <w:rsid w:val="00242DDB"/>
    <w:rsid w:val="002479A2"/>
    <w:rsid w:val="00255506"/>
    <w:rsid w:val="0026087E"/>
    <w:rsid w:val="002615BA"/>
    <w:rsid w:val="00261DE0"/>
    <w:rsid w:val="00265420"/>
    <w:rsid w:val="00274E14"/>
    <w:rsid w:val="00274EA4"/>
    <w:rsid w:val="00280A6D"/>
    <w:rsid w:val="00286ECA"/>
    <w:rsid w:val="002877D9"/>
    <w:rsid w:val="00292827"/>
    <w:rsid w:val="002950D2"/>
    <w:rsid w:val="002953B6"/>
    <w:rsid w:val="002A1992"/>
    <w:rsid w:val="002B7A59"/>
    <w:rsid w:val="002C6B4B"/>
    <w:rsid w:val="002E51A7"/>
    <w:rsid w:val="002E5A5F"/>
    <w:rsid w:val="002F1E81"/>
    <w:rsid w:val="002F5553"/>
    <w:rsid w:val="002F584F"/>
    <w:rsid w:val="00310D92"/>
    <w:rsid w:val="003144AB"/>
    <w:rsid w:val="003160CB"/>
    <w:rsid w:val="00317B0C"/>
    <w:rsid w:val="003222A3"/>
    <w:rsid w:val="00327C26"/>
    <w:rsid w:val="00332742"/>
    <w:rsid w:val="003377DB"/>
    <w:rsid w:val="00360A40"/>
    <w:rsid w:val="00363EE2"/>
    <w:rsid w:val="003870C2"/>
    <w:rsid w:val="0038779F"/>
    <w:rsid w:val="00391C3D"/>
    <w:rsid w:val="003C029C"/>
    <w:rsid w:val="003C218D"/>
    <w:rsid w:val="003C6B3D"/>
    <w:rsid w:val="003C7D0C"/>
    <w:rsid w:val="003D3B8A"/>
    <w:rsid w:val="003D3E42"/>
    <w:rsid w:val="003D54F8"/>
    <w:rsid w:val="003F1613"/>
    <w:rsid w:val="003F4F5E"/>
    <w:rsid w:val="00400906"/>
    <w:rsid w:val="00411AC4"/>
    <w:rsid w:val="004124F1"/>
    <w:rsid w:val="00417320"/>
    <w:rsid w:val="004252BC"/>
    <w:rsid w:val="0042590E"/>
    <w:rsid w:val="00433A17"/>
    <w:rsid w:val="00437F65"/>
    <w:rsid w:val="00446BF2"/>
    <w:rsid w:val="00460FEA"/>
    <w:rsid w:val="00463DDF"/>
    <w:rsid w:val="004734B7"/>
    <w:rsid w:val="00480344"/>
    <w:rsid w:val="00481B88"/>
    <w:rsid w:val="00485B4F"/>
    <w:rsid w:val="004862D1"/>
    <w:rsid w:val="004924C9"/>
    <w:rsid w:val="00496B0D"/>
    <w:rsid w:val="004A0D3A"/>
    <w:rsid w:val="004A6903"/>
    <w:rsid w:val="004B2D5A"/>
    <w:rsid w:val="004B5444"/>
    <w:rsid w:val="004D293D"/>
    <w:rsid w:val="004E44D7"/>
    <w:rsid w:val="004F44FE"/>
    <w:rsid w:val="005061CE"/>
    <w:rsid w:val="00511FCC"/>
    <w:rsid w:val="00512A47"/>
    <w:rsid w:val="0051781F"/>
    <w:rsid w:val="00531C68"/>
    <w:rsid w:val="00531E67"/>
    <w:rsid w:val="00532119"/>
    <w:rsid w:val="005335F3"/>
    <w:rsid w:val="005374C6"/>
    <w:rsid w:val="00543C38"/>
    <w:rsid w:val="00543D2D"/>
    <w:rsid w:val="00545A3D"/>
    <w:rsid w:val="00546DBB"/>
    <w:rsid w:val="00553E0E"/>
    <w:rsid w:val="00555710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1FA3"/>
    <w:rsid w:val="005A4227"/>
    <w:rsid w:val="005A4F03"/>
    <w:rsid w:val="005B229B"/>
    <w:rsid w:val="005B3518"/>
    <w:rsid w:val="005B510E"/>
    <w:rsid w:val="005C56AE"/>
    <w:rsid w:val="005C7449"/>
    <w:rsid w:val="005E6D99"/>
    <w:rsid w:val="005F2ADD"/>
    <w:rsid w:val="005F2C49"/>
    <w:rsid w:val="006013EB"/>
    <w:rsid w:val="0060479E"/>
    <w:rsid w:val="00604BE7"/>
    <w:rsid w:val="00611312"/>
    <w:rsid w:val="00616AED"/>
    <w:rsid w:val="0063194F"/>
    <w:rsid w:val="00631BF1"/>
    <w:rsid w:val="00632A4F"/>
    <w:rsid w:val="00632B56"/>
    <w:rsid w:val="006351E3"/>
    <w:rsid w:val="00644236"/>
    <w:rsid w:val="006471E5"/>
    <w:rsid w:val="00661C32"/>
    <w:rsid w:val="00671D3B"/>
    <w:rsid w:val="00684595"/>
    <w:rsid w:val="00684A5B"/>
    <w:rsid w:val="006A1F71"/>
    <w:rsid w:val="006B2739"/>
    <w:rsid w:val="006B6B1F"/>
    <w:rsid w:val="006F328B"/>
    <w:rsid w:val="006F5886"/>
    <w:rsid w:val="00707734"/>
    <w:rsid w:val="00707E19"/>
    <w:rsid w:val="00712F7C"/>
    <w:rsid w:val="00714CD8"/>
    <w:rsid w:val="00715546"/>
    <w:rsid w:val="0072328A"/>
    <w:rsid w:val="00732F53"/>
    <w:rsid w:val="007377B5"/>
    <w:rsid w:val="00746CC2"/>
    <w:rsid w:val="00754711"/>
    <w:rsid w:val="00757843"/>
    <w:rsid w:val="00760323"/>
    <w:rsid w:val="00765600"/>
    <w:rsid w:val="0078144F"/>
    <w:rsid w:val="007829B6"/>
    <w:rsid w:val="00791C9F"/>
    <w:rsid w:val="00792AAB"/>
    <w:rsid w:val="00793B47"/>
    <w:rsid w:val="007A1D0C"/>
    <w:rsid w:val="007A2A7B"/>
    <w:rsid w:val="007C0369"/>
    <w:rsid w:val="007D4925"/>
    <w:rsid w:val="007F0C8A"/>
    <w:rsid w:val="007F11AB"/>
    <w:rsid w:val="007F3E3C"/>
    <w:rsid w:val="00806FFE"/>
    <w:rsid w:val="008143CB"/>
    <w:rsid w:val="00823CA1"/>
    <w:rsid w:val="0083641C"/>
    <w:rsid w:val="00836F4F"/>
    <w:rsid w:val="008513B9"/>
    <w:rsid w:val="00851C6B"/>
    <w:rsid w:val="00867312"/>
    <w:rsid w:val="008702D3"/>
    <w:rsid w:val="00874556"/>
    <w:rsid w:val="00876034"/>
    <w:rsid w:val="008827E7"/>
    <w:rsid w:val="008927F6"/>
    <w:rsid w:val="00893C8D"/>
    <w:rsid w:val="008A1696"/>
    <w:rsid w:val="008B38F8"/>
    <w:rsid w:val="008B41EB"/>
    <w:rsid w:val="008C58FE"/>
    <w:rsid w:val="008D2595"/>
    <w:rsid w:val="008E2A3D"/>
    <w:rsid w:val="008E47ED"/>
    <w:rsid w:val="008E6C41"/>
    <w:rsid w:val="008F0816"/>
    <w:rsid w:val="008F6BB7"/>
    <w:rsid w:val="00900F42"/>
    <w:rsid w:val="00914339"/>
    <w:rsid w:val="009154D8"/>
    <w:rsid w:val="00922B2B"/>
    <w:rsid w:val="00932E3C"/>
    <w:rsid w:val="0093435C"/>
    <w:rsid w:val="009461B3"/>
    <w:rsid w:val="00947EA8"/>
    <w:rsid w:val="00951522"/>
    <w:rsid w:val="009529CA"/>
    <w:rsid w:val="009573D3"/>
    <w:rsid w:val="00972CF7"/>
    <w:rsid w:val="00974AF6"/>
    <w:rsid w:val="00981D5A"/>
    <w:rsid w:val="009977FF"/>
    <w:rsid w:val="009A085B"/>
    <w:rsid w:val="009B0A5A"/>
    <w:rsid w:val="009B1E57"/>
    <w:rsid w:val="009B2647"/>
    <w:rsid w:val="009B766D"/>
    <w:rsid w:val="009C1DE6"/>
    <w:rsid w:val="009C1F0E"/>
    <w:rsid w:val="009D3E8C"/>
    <w:rsid w:val="009E3A0E"/>
    <w:rsid w:val="009F1F04"/>
    <w:rsid w:val="009F6FB5"/>
    <w:rsid w:val="00A1314B"/>
    <w:rsid w:val="00A13160"/>
    <w:rsid w:val="00A137BB"/>
    <w:rsid w:val="00A137D3"/>
    <w:rsid w:val="00A20308"/>
    <w:rsid w:val="00A32D87"/>
    <w:rsid w:val="00A3659D"/>
    <w:rsid w:val="00A42E3A"/>
    <w:rsid w:val="00A44A8F"/>
    <w:rsid w:val="00A51D96"/>
    <w:rsid w:val="00A96F84"/>
    <w:rsid w:val="00AB0FE5"/>
    <w:rsid w:val="00AC13DF"/>
    <w:rsid w:val="00AC23B0"/>
    <w:rsid w:val="00AC33CE"/>
    <w:rsid w:val="00AC3953"/>
    <w:rsid w:val="00AC7150"/>
    <w:rsid w:val="00AE1DCA"/>
    <w:rsid w:val="00AF5F7C"/>
    <w:rsid w:val="00B01A53"/>
    <w:rsid w:val="00B02207"/>
    <w:rsid w:val="00B03403"/>
    <w:rsid w:val="00B10324"/>
    <w:rsid w:val="00B11CDD"/>
    <w:rsid w:val="00B16492"/>
    <w:rsid w:val="00B31230"/>
    <w:rsid w:val="00B376B1"/>
    <w:rsid w:val="00B50AB3"/>
    <w:rsid w:val="00B60194"/>
    <w:rsid w:val="00B620D9"/>
    <w:rsid w:val="00B633DB"/>
    <w:rsid w:val="00B639ED"/>
    <w:rsid w:val="00B66A8C"/>
    <w:rsid w:val="00B71A81"/>
    <w:rsid w:val="00B8061C"/>
    <w:rsid w:val="00B83BA2"/>
    <w:rsid w:val="00B853AA"/>
    <w:rsid w:val="00B875BF"/>
    <w:rsid w:val="00B91F62"/>
    <w:rsid w:val="00B976AB"/>
    <w:rsid w:val="00BA3DA9"/>
    <w:rsid w:val="00BB2C98"/>
    <w:rsid w:val="00BD0B82"/>
    <w:rsid w:val="00BE7300"/>
    <w:rsid w:val="00BF42DE"/>
    <w:rsid w:val="00BF4F5F"/>
    <w:rsid w:val="00C04EEB"/>
    <w:rsid w:val="00C075A4"/>
    <w:rsid w:val="00C10F12"/>
    <w:rsid w:val="00C11826"/>
    <w:rsid w:val="00C4446A"/>
    <w:rsid w:val="00C46D42"/>
    <w:rsid w:val="00C50C32"/>
    <w:rsid w:val="00C55266"/>
    <w:rsid w:val="00C60178"/>
    <w:rsid w:val="00C61760"/>
    <w:rsid w:val="00C63CD6"/>
    <w:rsid w:val="00C65E58"/>
    <w:rsid w:val="00C87D95"/>
    <w:rsid w:val="00C9077A"/>
    <w:rsid w:val="00C95CD2"/>
    <w:rsid w:val="00CA051B"/>
    <w:rsid w:val="00CA1A51"/>
    <w:rsid w:val="00CA5DCC"/>
    <w:rsid w:val="00CB3CBE"/>
    <w:rsid w:val="00CF03D8"/>
    <w:rsid w:val="00CF2284"/>
    <w:rsid w:val="00D015D5"/>
    <w:rsid w:val="00D03D68"/>
    <w:rsid w:val="00D054D7"/>
    <w:rsid w:val="00D13F47"/>
    <w:rsid w:val="00D143C2"/>
    <w:rsid w:val="00D266DD"/>
    <w:rsid w:val="00D30614"/>
    <w:rsid w:val="00D32B04"/>
    <w:rsid w:val="00D354E4"/>
    <w:rsid w:val="00D374E7"/>
    <w:rsid w:val="00D63949"/>
    <w:rsid w:val="00D652E7"/>
    <w:rsid w:val="00D76F74"/>
    <w:rsid w:val="00D77BCF"/>
    <w:rsid w:val="00D84394"/>
    <w:rsid w:val="00D87EB2"/>
    <w:rsid w:val="00D95E55"/>
    <w:rsid w:val="00D977BF"/>
    <w:rsid w:val="00DB3664"/>
    <w:rsid w:val="00DC16FB"/>
    <w:rsid w:val="00DC4A65"/>
    <w:rsid w:val="00DC4F66"/>
    <w:rsid w:val="00DE1C95"/>
    <w:rsid w:val="00DE43A3"/>
    <w:rsid w:val="00E10B44"/>
    <w:rsid w:val="00E11F02"/>
    <w:rsid w:val="00E144DE"/>
    <w:rsid w:val="00E20036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73D15"/>
    <w:rsid w:val="00E75BC1"/>
    <w:rsid w:val="00E87E25"/>
    <w:rsid w:val="00E91FEB"/>
    <w:rsid w:val="00EA04F1"/>
    <w:rsid w:val="00EA2FD3"/>
    <w:rsid w:val="00EB618A"/>
    <w:rsid w:val="00EB7CE9"/>
    <w:rsid w:val="00EC433F"/>
    <w:rsid w:val="00EC7250"/>
    <w:rsid w:val="00ED1FDE"/>
    <w:rsid w:val="00ED2887"/>
    <w:rsid w:val="00F01317"/>
    <w:rsid w:val="00F06EFB"/>
    <w:rsid w:val="00F06F01"/>
    <w:rsid w:val="00F1529E"/>
    <w:rsid w:val="00F16F07"/>
    <w:rsid w:val="00F21073"/>
    <w:rsid w:val="00F45975"/>
    <w:rsid w:val="00F45B7C"/>
    <w:rsid w:val="00F45FCE"/>
    <w:rsid w:val="00F4651B"/>
    <w:rsid w:val="00F562AF"/>
    <w:rsid w:val="00F9334F"/>
    <w:rsid w:val="00F96A2E"/>
    <w:rsid w:val="00F97D7F"/>
    <w:rsid w:val="00FA122C"/>
    <w:rsid w:val="00FA3B95"/>
    <w:rsid w:val="00FA7CC4"/>
    <w:rsid w:val="00FB151D"/>
    <w:rsid w:val="00FC1278"/>
    <w:rsid w:val="00FC17F8"/>
    <w:rsid w:val="00FC6BEA"/>
    <w:rsid w:val="00FE370D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%20&#1072;&#1083;&#1100;&#1073;&#1086;&#1084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6</TotalTime>
  <Pages>2</Pages>
  <Words>242</Words>
  <Characters>1732</Characters>
  <Application>Microsoft Office Word</Application>
  <DocSecurity>0</DocSecurity>
  <Lines>288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ran</dc:creator>
  <cp:lastModifiedBy>Дягилева М.А.</cp:lastModifiedBy>
  <cp:revision>13</cp:revision>
  <cp:lastPrinted>2018-10-16T14:53:00Z</cp:lastPrinted>
  <dcterms:created xsi:type="dcterms:W3CDTF">2019-12-06T14:16:00Z</dcterms:created>
  <dcterms:modified xsi:type="dcterms:W3CDTF">2019-12-18T12:29:00Z</dcterms:modified>
</cp:coreProperties>
</file>